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51" w:rsidRDefault="00435251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#1</w:t>
      </w:r>
      <w:r>
        <w:rPr>
          <w:b/>
          <w:bCs/>
        </w:rPr>
        <w:t xml:space="preserve"> </w:t>
      </w:r>
    </w:p>
    <w:p w:rsidR="00435251" w:rsidRDefault="00435251">
      <w:pPr>
        <w:ind w:left="720" w:hanging="720"/>
        <w:jc w:val="center"/>
        <w:rPr>
          <w:b/>
          <w:bCs/>
        </w:rPr>
      </w:pPr>
    </w:p>
    <w:p w:rsidR="00435251" w:rsidRDefault="00435251">
      <w:pPr>
        <w:ind w:left="720" w:hanging="720"/>
      </w:pPr>
    </w:p>
    <w:p w:rsidR="00435251" w:rsidRDefault="00435251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435251" w:rsidRDefault="00435251">
      <w:r>
        <w:rPr>
          <w:b/>
          <w:bCs/>
          <w:u w:val="single"/>
        </w:rPr>
        <w:t xml:space="preserve">Age/Grade Level: </w:t>
      </w:r>
      <w:r>
        <w:t>3</w:t>
      </w:r>
      <w:r>
        <w:rPr>
          <w:sz w:val="24"/>
          <w:szCs w:val="24"/>
          <w:vertAlign w:val="superscript"/>
        </w:rPr>
        <w:t>rd</w:t>
      </w:r>
      <w:r>
        <w:t xml:space="preserve"> Grade</w:t>
      </w:r>
    </w:p>
    <w:p w:rsidR="00435251" w:rsidRDefault="00435251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435251" w:rsidRDefault="00435251">
      <w:r>
        <w:rPr>
          <w:b/>
          <w:bCs/>
          <w:u w:val="single"/>
        </w:rPr>
        <w:t xml:space="preserve">Unit Title: </w:t>
      </w:r>
      <w:r>
        <w:t>Harmony</w:t>
      </w:r>
    </w:p>
    <w:p w:rsidR="00435251" w:rsidRDefault="00435251">
      <w:r>
        <w:rPr>
          <w:b/>
          <w:bCs/>
          <w:u w:val="single"/>
        </w:rPr>
        <w:t xml:space="preserve">Lesson Title:  </w:t>
      </w:r>
      <w:r>
        <w:t>Experience Listening, Singing, and Rhythmic Harmony</w:t>
      </w:r>
      <w:r>
        <w:tab/>
      </w:r>
      <w:r>
        <w:tab/>
      </w:r>
    </w:p>
    <w:p w:rsidR="00435251" w:rsidRDefault="00435251">
      <w:r>
        <w:rPr>
          <w:b/>
          <w:bCs/>
          <w:u w:val="single"/>
        </w:rPr>
        <w:t xml:space="preserve">Estimated Time: </w:t>
      </w:r>
      <w:r>
        <w:t>40 minutes</w:t>
      </w:r>
    </w:p>
    <w:p w:rsidR="00435251" w:rsidRDefault="00435251">
      <w:pPr>
        <w:rPr>
          <w:b/>
          <w:bCs/>
          <w:sz w:val="24"/>
          <w:szCs w:val="24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Purpose/Rationale for Lesson:  </w:t>
      </w:r>
    </w:p>
    <w:p w:rsidR="00435251" w:rsidRDefault="00435251">
      <w:r>
        <w:t xml:space="preserve">To guide students in performing independent musical parts, and to give them a fundamental acquisition of basic harmonic music prior to </w:t>
      </w:r>
      <w:r>
        <w:rPr>
          <w:b/>
          <w:bCs/>
        </w:rPr>
        <w:t>presenting</w:t>
      </w:r>
      <w:r>
        <w:t xml:space="preserve"> the concept of harmony; to develop the students’ vocabulary concerning musical terms in relation to harmony (consonance and dissonance) so that they may grow in their collaborative skills with other people and musicians. 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Curriculum Framing Questions:  </w:t>
      </w:r>
    </w:p>
    <w:p w:rsidR="00435251" w:rsidRDefault="00435251">
      <w:r>
        <w:rPr>
          <w:b/>
          <w:bCs/>
        </w:rPr>
        <w:t xml:space="preserve">Essential Question: </w:t>
      </w:r>
      <w:r>
        <w:t>How can we and why should we collaborate musically with other people?</w:t>
      </w:r>
    </w:p>
    <w:p w:rsidR="00435251" w:rsidRDefault="00435251">
      <w:r>
        <w:rPr>
          <w:b/>
          <w:bCs/>
        </w:rPr>
        <w:t xml:space="preserve">Unit Question that applies to this lesson:  </w:t>
      </w:r>
      <w:r>
        <w:t>How is harmony performed?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Content Question: </w:t>
      </w:r>
      <w:r>
        <w:t>What effect is created by the concurrent use of sounds?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Goals: </w:t>
      </w:r>
    </w:p>
    <w:p w:rsidR="00435251" w:rsidRDefault="00435251">
      <w:r>
        <w:t xml:space="preserve">1)Develop students understanding of consonant and dissonant sounds, and their ability to distinguish between the two . </w:t>
      </w:r>
    </w:p>
    <w:p w:rsidR="00435251" w:rsidRDefault="00435251">
      <w:r>
        <w:t xml:space="preserve">2)To have students experience different types of individual accountability in music.  </w:t>
      </w:r>
    </w:p>
    <w:p w:rsidR="00435251" w:rsidRDefault="00435251">
      <w:r>
        <w:tab/>
      </w:r>
    </w:p>
    <w:p w:rsidR="00435251" w:rsidRDefault="004352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Curricular Objectives:</w:t>
      </w:r>
      <w:r>
        <w:rPr>
          <w:b/>
          <w:bCs/>
          <w:sz w:val="28"/>
          <w:szCs w:val="28"/>
        </w:rPr>
        <w:t xml:space="preserve">  </w:t>
      </w:r>
    </w:p>
    <w:p w:rsidR="00435251" w:rsidRDefault="00435251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1) </w:t>
      </w:r>
      <w:r>
        <w:rPr>
          <w:b/>
          <w:bCs/>
          <w:sz w:val="24"/>
          <w:szCs w:val="24"/>
        </w:rPr>
        <w:t xml:space="preserve">Prepare </w:t>
      </w:r>
      <w:r>
        <w:rPr>
          <w:sz w:val="24"/>
          <w:szCs w:val="24"/>
        </w:rPr>
        <w:t>harmony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2) Practice</w:t>
      </w:r>
      <w:r>
        <w:rPr>
          <w:sz w:val="24"/>
          <w:szCs w:val="24"/>
        </w:rPr>
        <w:t xml:space="preserve"> tika tika &amp; tom-ti ti-tom rhythms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Learning Objectives:                                                   MENC Standard         Element:</w:t>
      </w:r>
    </w:p>
    <w:p w:rsidR="00435251" w:rsidRDefault="00435251">
      <w:pPr>
        <w:rPr>
          <w:b/>
          <w:bCs/>
        </w:rPr>
      </w:pPr>
      <w:r>
        <w:rPr>
          <w:b/>
          <w:bCs/>
        </w:rPr>
        <w:t xml:space="preserve">   Students will demonstrate and improve their ability to: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35251" w:rsidRDefault="00435251">
      <w:r>
        <w:t>--Play a variety of non-pitched percussion instruments</w:t>
      </w:r>
      <w:r>
        <w:tab/>
        <w:t xml:space="preserve">            </w:t>
      </w:r>
      <w:r>
        <w:tab/>
        <w:t xml:space="preserve">        (2)</w:t>
      </w:r>
      <w:r>
        <w:tab/>
        <w:t xml:space="preserve">                      Timbre</w:t>
      </w:r>
    </w:p>
    <w:p w:rsidR="00435251" w:rsidRDefault="00435251">
      <w:r>
        <w:t>--Play independent ta, ti-ti, tika-tika, and tom-ti/ti-tom rhythms                   (2)</w:t>
      </w:r>
      <w:r>
        <w:tab/>
        <w:t xml:space="preserve">             Rhythm/Harmony</w:t>
      </w:r>
    </w:p>
    <w:p w:rsidR="00435251" w:rsidRDefault="00435251">
      <w:r>
        <w:t>while participating in the opening rhythm activity.</w:t>
      </w:r>
    </w:p>
    <w:p w:rsidR="00435251" w:rsidRDefault="00435251">
      <w:pPr>
        <w:jc w:val="right"/>
      </w:pPr>
      <w:r>
        <w:t xml:space="preserve">--Sing in tune and in time “Hey, Ho, Nobody Home” both in unison </w:t>
      </w:r>
      <w:r>
        <w:tab/>
        <w:t xml:space="preserve">        (1)</w:t>
      </w:r>
      <w:r>
        <w:tab/>
      </w:r>
      <w:r>
        <w:tab/>
        <w:t>Melody/Harmony</w:t>
      </w:r>
    </w:p>
    <w:p w:rsidR="00435251" w:rsidRDefault="00435251">
      <w:r>
        <w:t>and in 2 part harmony.</w:t>
      </w:r>
    </w:p>
    <w:p w:rsidR="00435251" w:rsidRDefault="00435251">
      <w:r>
        <w:t>--Arrange a rhythmic composition within the parameter of the</w:t>
      </w:r>
      <w:r>
        <w:tab/>
        <w:t xml:space="preserve">        (4)</w:t>
      </w:r>
      <w:r>
        <w:tab/>
      </w:r>
      <w:r>
        <w:tab/>
        <w:t xml:space="preserve">      Arranging</w:t>
      </w:r>
    </w:p>
    <w:p w:rsidR="00435251" w:rsidRDefault="00435251">
      <w:r>
        <w:t xml:space="preserve">opening rhythmic activity. </w:t>
      </w:r>
      <w:r>
        <w:tab/>
      </w:r>
    </w:p>
    <w:p w:rsidR="00435251" w:rsidRDefault="00435251">
      <w:r>
        <w:t xml:space="preserve">--Listen to and identify the difference between                                              (6)                     Listening </w:t>
      </w:r>
    </w:p>
    <w:p w:rsidR="00435251" w:rsidRDefault="00435251">
      <w:r>
        <w:t xml:space="preserve">consonance and dissonance by participating in the </w:t>
      </w:r>
    </w:p>
    <w:p w:rsidR="00435251" w:rsidRDefault="00435251">
      <w:r>
        <w:t xml:space="preserve">listening activity.  </w:t>
      </w:r>
    </w:p>
    <w:p w:rsidR="00435251" w:rsidRDefault="00435251">
      <w:r>
        <w:t>--Read rhythmic notations for ta, ti-ti, tika-tika, and tom-ti, ti-tom                 (5)</w:t>
      </w:r>
      <w:r>
        <w:tab/>
        <w:t>Reading Notation</w:t>
      </w:r>
    </w:p>
    <w:p w:rsidR="00435251" w:rsidRDefault="00435251">
      <w:r>
        <w:t xml:space="preserve">while participating in the opening rhythmic activity.  </w:t>
      </w:r>
    </w:p>
    <w:p w:rsidR="00435251" w:rsidRDefault="00435251"/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Curriculum Standards:</w:t>
      </w:r>
      <w:r>
        <w:rPr>
          <w:u w:val="single"/>
        </w:rPr>
        <w:t xml:space="preserve">   </w:t>
      </w:r>
    </w:p>
    <w:p w:rsidR="00435251" w:rsidRDefault="00435251">
      <w:pPr>
        <w:rPr>
          <w:b/>
          <w:bCs/>
        </w:rPr>
      </w:pPr>
      <w:r>
        <w:rPr>
          <w:b/>
          <w:bCs/>
        </w:rPr>
        <w:t>MENC National Standards-</w:t>
      </w:r>
    </w:p>
    <w:p w:rsidR="00435251" w:rsidRDefault="00435251">
      <w:r>
        <w:t>#1: Singing alone and with others, a varied repertoire of music.</w:t>
      </w:r>
    </w:p>
    <w:p w:rsidR="00435251" w:rsidRDefault="00435251">
      <w:r>
        <w:t>#2: Performing on instruments alone and with others, a varied repertoire of music.</w:t>
      </w:r>
    </w:p>
    <w:p w:rsidR="00435251" w:rsidRDefault="00435251">
      <w:r>
        <w:t>#4 Composing and arranging music within specified guidelines</w:t>
      </w:r>
    </w:p>
    <w:p w:rsidR="00435251" w:rsidRDefault="00435251">
      <w:r>
        <w:t xml:space="preserve">#5 Reading and notating music. </w:t>
      </w:r>
    </w:p>
    <w:p w:rsidR="00435251" w:rsidRDefault="00435251">
      <w:r>
        <w:t xml:space="preserve">#6 Listening to, analyzing, and describing music.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Needed:</w:t>
      </w:r>
    </w:p>
    <w:p w:rsidR="00435251" w:rsidRDefault="00435251">
      <w:r>
        <w:t>--Rhythm Matrix (self made manipulative)</w:t>
      </w:r>
    </w:p>
    <w:p w:rsidR="00435251" w:rsidRDefault="00435251">
      <w:r>
        <w:t>--Document Camera</w:t>
      </w:r>
    </w:p>
    <w:p w:rsidR="00435251" w:rsidRDefault="00435251">
      <w:r>
        <w:t>--“Hey,Ho,Nobody Home” (Kodaly Level One.  Portland State University, 2010.  Master Copy)</w:t>
      </w:r>
    </w:p>
    <w:p w:rsidR="00435251" w:rsidRDefault="00435251">
      <w:r>
        <w:t>--26-30 non-pitched percussion instruments.</w:t>
      </w:r>
    </w:p>
    <w:p w:rsidR="00435251" w:rsidRDefault="00435251">
      <w:r>
        <w:t>--“Blue Bird”(</w:t>
      </w:r>
      <w:r>
        <w:rPr>
          <w:u w:val="single"/>
        </w:rPr>
        <w:t xml:space="preserve">46 2-Part American Folk Songs.  </w:t>
      </w:r>
      <w:r>
        <w:t>Bacon,  p.9)</w:t>
      </w:r>
    </w:p>
    <w:p w:rsidR="00435251" w:rsidRDefault="00435251">
      <w:r>
        <w:t>--piano</w:t>
      </w:r>
    </w:p>
    <w:p w:rsidR="00435251" w:rsidRDefault="00435251">
      <w:r>
        <w:t>--Vivaldi’s “Four Seasons” cd (30 second excerpt).</w:t>
      </w:r>
    </w:p>
    <w:p w:rsidR="00435251" w:rsidRDefault="00435251">
      <w:r>
        <w:t>--Youtube.com “Pierot Lunaire” video (30 second excerpt)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lesson:</w:t>
      </w:r>
    </w:p>
    <w:p w:rsidR="00435251" w:rsidRDefault="00435251">
      <w:r>
        <w:t xml:space="preserve">-Steady beat acquisition </w:t>
      </w:r>
    </w:p>
    <w:p w:rsidR="00435251" w:rsidRDefault="00435251">
      <w:r>
        <w:t xml:space="preserve">-Unison singing in tune (simple melodies) </w:t>
      </w:r>
    </w:p>
    <w:p w:rsidR="00435251" w:rsidRDefault="00435251">
      <w:r>
        <w:t xml:space="preserve">--Adequate performance of rhythmic units: ta, titi, tika-tika, &amp; tom-ti/ti-tom.  </w:t>
      </w:r>
    </w:p>
    <w:p w:rsidR="00435251" w:rsidRDefault="00435251">
      <w:r>
        <w:t>--Must know how to sing “Bluebird” (second grade curriculum).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Prep:</w:t>
      </w:r>
    </w:p>
    <w:p w:rsidR="00435251" w:rsidRDefault="00435251">
      <w:r>
        <w:t>--Have document camera set up, with rhythm matrix turned around, so it isn’t distracting.</w:t>
      </w:r>
    </w:p>
    <w:p w:rsidR="00435251" w:rsidRDefault="00435251">
      <w:r>
        <w:t>--Label each corner of room 1-4, and put at least 6 non-pitched percussion instruments at each station.</w:t>
      </w:r>
    </w:p>
    <w:p w:rsidR="00435251" w:rsidRDefault="00435251">
      <w:r>
        <w:t>--Pick one wall in the classroom.  Label one side “consonance” and the other side “dissonance.”</w:t>
      </w:r>
    </w:p>
    <w:p w:rsidR="00435251" w:rsidRDefault="00435251">
      <w:r>
        <w:t>--Put Vivaldi in the cd player, and have it ready to play.</w:t>
      </w:r>
    </w:p>
    <w:p w:rsidR="00435251" w:rsidRDefault="00435251">
      <w:pPr>
        <w:rPr>
          <w:b/>
          <w:bCs/>
          <w:sz w:val="24"/>
          <w:szCs w:val="24"/>
          <w:u w:val="single"/>
        </w:rPr>
      </w:pPr>
    </w:p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Hook:</w:t>
      </w:r>
    </w:p>
    <w:p w:rsidR="00435251" w:rsidRDefault="00435251">
      <w:r>
        <w:t>“Rhythm Matrix Activity”</w:t>
      </w:r>
    </w:p>
    <w:p w:rsidR="00435251" w:rsidRDefault="00435251">
      <w:r>
        <w:t xml:space="preserve">--As students come into classroom, teacher counts them off in 4’s.  </w:t>
      </w:r>
    </w:p>
    <w:p w:rsidR="00435251" w:rsidRDefault="00435251">
      <w:r>
        <w:t>--Students go to 1 of 4 stations set up and labeled 1-4, each with various non-pitched</w:t>
      </w:r>
    </w:p>
    <w:p w:rsidR="00435251" w:rsidRDefault="00435251">
      <w:r>
        <w:t xml:space="preserve"> percussion instruments.  Teacher leads students in several rounds of call </w:t>
      </w:r>
    </w:p>
    <w:p w:rsidR="00435251" w:rsidRDefault="00435251">
      <w:pPr>
        <w:rPr>
          <w:i/>
          <w:iCs/>
        </w:rPr>
      </w:pPr>
      <w:r>
        <w:t xml:space="preserve">and response with known rhythms.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>--Teacher asks, “Please raise your instrument if you are playing a guiro…….</w:t>
      </w:r>
    </w:p>
    <w:p w:rsidR="00435251" w:rsidRDefault="00435251">
      <w:r>
        <w:t xml:space="preserve">Please raise your instrument if you are playing a cabasa.” (repeat with all </w:t>
      </w:r>
    </w:p>
    <w:p w:rsidR="00435251" w:rsidRDefault="00435251">
      <w:r>
        <w:t xml:space="preserve">review vocab instruments(see Attention to Literacy below) 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>1 minutes</w:t>
      </w:r>
    </w:p>
    <w:p w:rsidR="00435251" w:rsidRDefault="00435251">
      <w:pPr>
        <w:rPr>
          <w:i/>
          <w:iCs/>
        </w:rPr>
      </w:pPr>
      <w:r>
        <w:t>--Teacher reveals rhythm matrix on document camera, and tells group 1 to</w:t>
      </w:r>
      <w:r>
        <w:tab/>
      </w:r>
      <w:r>
        <w:rPr>
          <w:i/>
          <w:iCs/>
        </w:rPr>
        <w:t xml:space="preserve">              </w:t>
      </w:r>
    </w:p>
    <w:p w:rsidR="00435251" w:rsidRDefault="00435251">
      <w:r>
        <w:t xml:space="preserve">play row 1 forwards.  Teacher tells group 2 to play row 2 forwards, etc. </w:t>
      </w:r>
    </w:p>
    <w:p w:rsidR="00435251" w:rsidRDefault="00435251">
      <w:r>
        <w:t>Students play as directed.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>--Teacher tells group 1 to play column 1 upside down to right side up.</w:t>
      </w:r>
      <w:r>
        <w:tab/>
      </w:r>
      <w:r>
        <w:tab/>
      </w:r>
      <w:r>
        <w:tab/>
      </w:r>
      <w:r>
        <w:tab/>
      </w:r>
    </w:p>
    <w:p w:rsidR="00435251" w:rsidRDefault="00435251">
      <w:r>
        <w:t>Teacher tells group 2 to play column 2 upside down to right side up, etc.</w:t>
      </w:r>
      <w:r>
        <w:tab/>
      </w:r>
      <w:r>
        <w:tab/>
      </w:r>
      <w:r>
        <w:rPr>
          <w:i/>
          <w:iCs/>
        </w:rPr>
        <w:t>1 minute</w:t>
      </w:r>
    </w:p>
    <w:p w:rsidR="00435251" w:rsidRDefault="00435251">
      <w:r>
        <w:t xml:space="preserve">--Teacher tells class to pick any 4 boxes in the matrix, and play them in time </w:t>
      </w:r>
    </w:p>
    <w:p w:rsidR="00435251" w:rsidRDefault="00435251">
      <w:r>
        <w:t>with the whole group. Teacher:  “If you’d like, you can pick one buddy to play the</w:t>
      </w:r>
    </w:p>
    <w:p w:rsidR="00435251" w:rsidRDefault="00435251">
      <w:r>
        <w:t>same boxes with.”  Students play as directed.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/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Procedures:</w:t>
      </w:r>
      <w:r>
        <w:rPr>
          <w:u w:val="single"/>
        </w:rPr>
        <w:t xml:space="preserve"> </w:t>
      </w:r>
    </w:p>
    <w:p w:rsidR="00435251" w:rsidRDefault="00435251">
      <w:pPr>
        <w:rPr>
          <w:i/>
          <w:iCs/>
        </w:rPr>
      </w:pPr>
      <w:r>
        <w:t>1) Do warm up/hook activity, “Rhythm Matrix” (see instructions above)</w:t>
      </w:r>
      <w:r>
        <w:tab/>
        <w:t xml:space="preserve">             </w:t>
      </w:r>
      <w:r>
        <w:rPr>
          <w:i/>
          <w:iCs/>
        </w:rPr>
        <w:t>9 minutes</w:t>
      </w:r>
    </w:p>
    <w:p w:rsidR="00435251" w:rsidRDefault="00435251">
      <w:r>
        <w:t xml:space="preserve">2) Play a M3 on the piano, and ask students to go to “consonance” if it sounds good </w:t>
      </w:r>
    </w:p>
    <w:p w:rsidR="00435251" w:rsidRDefault="00435251">
      <w:r>
        <w:t xml:space="preserve">     to them, and to go to “dissonance” if it sounds bad to them.  Once everyone has made </w:t>
      </w:r>
    </w:p>
    <w:p w:rsidR="00435251" w:rsidRDefault="00435251">
      <w:r>
        <w:t xml:space="preserve">     a choice and moved accordingly, teacher tells them she played what we call in music,</w:t>
      </w:r>
    </w:p>
    <w:p w:rsidR="00435251" w:rsidRDefault="00435251">
      <w:r>
        <w:t xml:space="preserve"> “consonance.”   Consonance means that when more than one sounds are played together, </w:t>
      </w:r>
    </w:p>
    <w:p w:rsidR="00435251" w:rsidRDefault="00435251">
      <w:r>
        <w:t xml:space="preserve">    what you hear sounds good, or pleasing to the ear.</w:t>
      </w:r>
    </w:p>
    <w:p w:rsidR="00435251" w:rsidRDefault="00435251">
      <w:r>
        <w:t xml:space="preserve">     “Dissonance” means that when more than one sounds are put together, </w:t>
      </w:r>
    </w:p>
    <w:p w:rsidR="00435251" w:rsidRDefault="00435251">
      <w:r>
        <w:t xml:space="preserve">      they sound bad, or “dissonant” to the ear.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>
      <w:r>
        <w:t xml:space="preserve"> 3) Play a tritone on the piano, and ask students to move to the side of the room</w:t>
      </w:r>
    </w:p>
    <w:p w:rsidR="00435251" w:rsidRDefault="00435251">
      <w:r>
        <w:t xml:space="preserve">     that describes what they hear: consonance or dissonance?  Cold call a couple </w:t>
      </w:r>
    </w:p>
    <w:p w:rsidR="00435251" w:rsidRDefault="00435251">
      <w:r>
        <w:t xml:space="preserve">      of students and ask them what they hear and how it makes them feel.  Ask them </w:t>
      </w:r>
    </w:p>
    <w:p w:rsidR="00435251" w:rsidRDefault="00435251">
      <w:r>
        <w:t xml:space="preserve">      to describe the sound.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>4) Play a 30 second recording of Vivaldi’s “Four Seasons,“ and repeat activity with</w:t>
      </w:r>
    </w:p>
    <w:p w:rsidR="00435251" w:rsidRDefault="00435251">
      <w:r>
        <w:t xml:space="preserve">      2-3 cold calls.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     Play a 30 second recording of Schoenburg’s “Pierot Lunaire,” and repeat </w:t>
      </w:r>
    </w:p>
    <w:p w:rsidR="00435251" w:rsidRDefault="00435251">
      <w:pPr>
        <w:rPr>
          <w:i/>
          <w:iCs/>
        </w:rPr>
      </w:pPr>
      <w:r>
        <w:t xml:space="preserve">     activity with 2-3 cold calls.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5)  Students imitate the teacher’s demonstration of “Hey, Ho, Nobody Home” </w:t>
      </w:r>
    </w:p>
    <w:p w:rsidR="00435251" w:rsidRDefault="00435251">
      <w:r>
        <w:t xml:space="preserve">    until they can replicate the melody accurately.  Ask a student to summarize</w:t>
      </w:r>
    </w:p>
    <w:p w:rsidR="00435251" w:rsidRDefault="00435251">
      <w:r>
        <w:t xml:space="preserve">    the meaning of the lyrics to the song.                                                                          2 minutes</w:t>
      </w:r>
    </w:p>
    <w:p w:rsidR="00435251" w:rsidRDefault="00435251">
      <w:r>
        <w:t>6) Tell the students we are now going to sing in what musicians call a “round.”</w:t>
      </w:r>
      <w:r>
        <w:tab/>
      </w:r>
      <w:r>
        <w:tab/>
      </w:r>
    </w:p>
    <w:p w:rsidR="00435251" w:rsidRDefault="00435251">
      <w:r>
        <w:t xml:space="preserve">    Teacher:  “This means that we are going to sing the same song, but we will </w:t>
      </w:r>
    </w:p>
    <w:p w:rsidR="00435251" w:rsidRDefault="00435251">
      <w:r>
        <w:t xml:space="preserve">    start singing at different times.”  Tell a proficient student to start singing the </w:t>
      </w:r>
    </w:p>
    <w:p w:rsidR="00435251" w:rsidRDefault="00435251">
      <w:r>
        <w:t xml:space="preserve">    song first, and to sing it through twice. Demonstrate singing in a 2 part round </w:t>
      </w:r>
    </w:p>
    <w:p w:rsidR="00435251" w:rsidRDefault="00435251">
      <w:r>
        <w:t xml:space="preserve">    with a proficient student helping you model.  Cue students in.  </w:t>
      </w:r>
    </w:p>
    <w:p w:rsidR="00435251" w:rsidRDefault="00435251">
      <w:r>
        <w:t xml:space="preserve">    Students sing song in a 2 part round.        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4 minutes</w:t>
      </w:r>
    </w:p>
    <w:p w:rsidR="00435251" w:rsidRDefault="00435251">
      <w:pPr>
        <w:rPr>
          <w:i/>
          <w:iCs/>
        </w:rPr>
      </w:pPr>
      <w:r>
        <w:t>7) Students hold hands in a circle and sing “Bluebird,” part 1 (known song) twice.</w:t>
      </w:r>
      <w:r>
        <w:tab/>
      </w:r>
      <w:r>
        <w:rPr>
          <w:i/>
          <w:iCs/>
        </w:rPr>
        <w:t xml:space="preserve">2 minutes  </w:t>
      </w:r>
    </w:p>
    <w:p w:rsidR="00435251" w:rsidRDefault="00435251">
      <w:r>
        <w:t>8) Students imitate teacher’s demonstration of “Bluebird” part 2 until part 2</w:t>
      </w:r>
    </w:p>
    <w:p w:rsidR="00435251" w:rsidRDefault="00435251">
      <w:r>
        <w:t xml:space="preserve">     can be sung accurately.   Ask for a volunteer to tell what is happening </w:t>
      </w:r>
    </w:p>
    <w:p w:rsidR="00435251" w:rsidRDefault="00435251">
      <w:r>
        <w:t xml:space="preserve">    in the song.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i/>
          <w:iCs/>
        </w:rPr>
        <w:t>3 minutes</w:t>
      </w:r>
      <w:r>
        <w:t xml:space="preserve"> </w:t>
      </w:r>
    </w:p>
    <w:p w:rsidR="00435251" w:rsidRDefault="00435251">
      <w:r>
        <w:t>9)  Teacher breaks class in half.  Half sing Bluebird part1, and the other half</w:t>
      </w:r>
    </w:p>
    <w:p w:rsidR="00435251" w:rsidRDefault="00435251">
      <w:r>
        <w:t xml:space="preserve"> sing Bluebird part 2 simultaneously.  Sing several times until it is sung accurately. </w:t>
      </w:r>
      <w:r>
        <w:tab/>
      </w:r>
      <w:r>
        <w:rPr>
          <w:i/>
          <w:iCs/>
        </w:rPr>
        <w:t>3 minutes</w:t>
      </w:r>
    </w:p>
    <w:p w:rsidR="00435251" w:rsidRDefault="00435251">
      <w:r>
        <w:t xml:space="preserve">10) </w:t>
      </w:r>
      <w:r>
        <w:rPr>
          <w:i/>
          <w:iCs/>
        </w:rPr>
        <w:t xml:space="preserve">Closure:  </w:t>
      </w:r>
      <w:r>
        <w:t>Blue Bird Game.</w:t>
      </w:r>
    </w:p>
    <w:p w:rsidR="00435251" w:rsidRDefault="00435251">
      <w:r>
        <w:t xml:space="preserve">     Teacher is the first “it,” and weaves under hands until she “takes a little</w:t>
      </w:r>
    </w:p>
    <w:p w:rsidR="00435251" w:rsidRDefault="00435251">
      <w:r>
        <w:t xml:space="preserve">      partner,” and “hops in the garden.” Her partner is the new “it.”</w:t>
      </w:r>
    </w:p>
    <w:p w:rsidR="00435251" w:rsidRDefault="00435251">
      <w:r>
        <w:t xml:space="preserve">       Repeat song so a few people get turns to be “it.”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4 minutes</w:t>
      </w:r>
    </w:p>
    <w:p w:rsidR="00435251" w:rsidRDefault="00435251">
      <w:r>
        <w:t>11)          Teacher: “I     will see you    la   -  ter.” Students line up.</w:t>
      </w:r>
      <w:r>
        <w:tab/>
      </w:r>
      <w:r>
        <w:tab/>
      </w:r>
    </w:p>
    <w:p w:rsidR="00435251" w:rsidRDefault="00435251">
      <w:r>
        <w:t xml:space="preserve">                                              __      </w:t>
      </w:r>
    </w:p>
    <w:p w:rsidR="00435251" w:rsidRDefault="00435251">
      <w:r>
        <w:t xml:space="preserve">                              d       l      l   l        l   l     d</w:t>
      </w:r>
    </w:p>
    <w:p w:rsidR="00435251" w:rsidRDefault="00435251">
      <w:pPr>
        <w:rPr>
          <w:i/>
          <w:iCs/>
        </w:rPr>
      </w:pPr>
      <w:r>
        <w:t xml:space="preserve">                              m      r     r   r       d  m    d</w:t>
      </w:r>
      <w:r>
        <w:tab/>
      </w:r>
      <w:r>
        <w:tab/>
        <w:t xml:space="preserve">                         </w:t>
      </w:r>
      <w:r>
        <w:tab/>
      </w:r>
      <w:r>
        <w:tab/>
      </w:r>
      <w:r>
        <w:rPr>
          <w:i/>
          <w:iCs/>
        </w:rPr>
        <w:t>2 minutes</w:t>
      </w:r>
    </w:p>
    <w:p w:rsidR="00435251" w:rsidRDefault="00435251"/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r>
        <w:rPr>
          <w:u w:val="single"/>
        </w:rPr>
        <w:t>: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--ADHD student:</w:t>
      </w:r>
    </w:p>
    <w:p w:rsidR="00435251" w:rsidRDefault="00435251">
      <w:r>
        <w:tab/>
        <w:t xml:space="preserve">- Student can play two instruments for the rhythm matrix activity and have permission to switch </w:t>
      </w:r>
      <w:r>
        <w:tab/>
        <w:t xml:space="preserve">instruments with other students in their group after each segment of the activity.  </w:t>
      </w:r>
    </w:p>
    <w:p w:rsidR="00435251" w:rsidRDefault="00435251">
      <w:r>
        <w:t xml:space="preserve">  </w:t>
      </w:r>
      <w:r>
        <w:tab/>
        <w:t xml:space="preserve">- Encourage student to alternate between patsching a steady beat on their lap and patsching the </w:t>
      </w:r>
      <w:r>
        <w:tab/>
        <w:t xml:space="preserve">rhythm on their lap when singing known songs in the lesson and learning new songs in the </w:t>
      </w:r>
      <w:r>
        <w:tab/>
        <w:t xml:space="preserve">lesson.  </w:t>
      </w:r>
    </w:p>
    <w:p w:rsidR="00435251" w:rsidRDefault="00435251">
      <w:r>
        <w:tab/>
        <w:t>- Assign the student a “music buddy” to help regulate their behavior and keep them engaged.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--2 students with IEP’s for being 3 years below reading level:</w:t>
      </w:r>
    </w:p>
    <w:p w:rsidR="00435251" w:rsidRDefault="00435251"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t xml:space="preserve">- Read everything written down on the board &amp;/or labeled signs out loud.  </w:t>
      </w:r>
    </w:p>
    <w:p w:rsidR="00435251" w:rsidRDefault="00435251">
      <w:r>
        <w:tab/>
        <w:t xml:space="preserve">  - Discuss meaning of lyrics to “Bluebird” and “Hey, Ho, Nobody Home.”</w:t>
      </w:r>
    </w:p>
    <w:p w:rsidR="00435251" w:rsidRDefault="00435251">
      <w:pPr>
        <w:rPr>
          <w:sz w:val="24"/>
          <w:szCs w:val="24"/>
        </w:rPr>
      </w:pPr>
      <w:r>
        <w:rPr>
          <w:sz w:val="24"/>
          <w:szCs w:val="24"/>
        </w:rPr>
        <w:t>--TAG student:</w:t>
      </w:r>
    </w:p>
    <w:p w:rsidR="00435251" w:rsidRDefault="004352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- </w:t>
      </w:r>
      <w:r>
        <w:t xml:space="preserve">Let’s assume the TAG student is taking private piano lessons.  Teacher asks student to play   </w:t>
      </w:r>
      <w:r>
        <w:tab/>
        <w:t>both parts of Bluebird on the piano while the class sings in harmony.</w:t>
      </w:r>
      <w:r>
        <w:rPr>
          <w:b/>
          <w:bCs/>
          <w:sz w:val="24"/>
          <w:szCs w:val="24"/>
        </w:rPr>
        <w:t xml:space="preserve"> </w:t>
      </w:r>
    </w:p>
    <w:p w:rsidR="00435251" w:rsidRDefault="00435251">
      <w:r>
        <w:rPr>
          <w:b/>
          <w:bCs/>
          <w:sz w:val="24"/>
          <w:szCs w:val="24"/>
        </w:rPr>
        <w:tab/>
      </w:r>
      <w:r>
        <w:t xml:space="preserve">- Encourage the student to help others who are struggling.  In the case of part singing, if another </w:t>
      </w:r>
      <w:r>
        <w:tab/>
        <w:t xml:space="preserve">student is struggling with pitch, place the TAG student next to them.  </w:t>
      </w:r>
    </w:p>
    <w:p w:rsidR="00435251" w:rsidRDefault="00435251"/>
    <w:p w:rsidR="00435251" w:rsidRDefault="00435251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Attention to Literacy:</w:t>
      </w:r>
    </w:p>
    <w:p w:rsidR="00435251" w:rsidRDefault="00435251">
      <w:r>
        <w:rPr>
          <w:b/>
          <w:bCs/>
        </w:rPr>
        <w:t xml:space="preserve">New Vocabulary: </w:t>
      </w:r>
      <w:r>
        <w:t>Consonance, Dissonance.</w:t>
      </w:r>
    </w:p>
    <w:p w:rsidR="00435251" w:rsidRDefault="00435251">
      <w:r>
        <w:rPr>
          <w:b/>
          <w:bCs/>
        </w:rPr>
        <w:t xml:space="preserve">Review Vocabulary: </w:t>
      </w:r>
      <w:r>
        <w:t>cabasa, guiro, maracas, finger cymbals, hand drum, percussion, congo drum,</w:t>
      </w:r>
    </w:p>
    <w:p w:rsidR="00435251" w:rsidRDefault="00435251">
      <w:r>
        <w:t xml:space="preserve">shakers, woodblock. </w:t>
      </w:r>
    </w:p>
    <w:p w:rsidR="00435251" w:rsidRDefault="00435251"/>
    <w:p w:rsidR="00435251" w:rsidRDefault="00435251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Learning:</w:t>
      </w:r>
      <w:r>
        <w:rPr>
          <w:u w:val="single"/>
        </w:rPr>
        <w:t xml:space="preserve">  </w:t>
      </w:r>
    </w:p>
    <w:p w:rsidR="00435251" w:rsidRDefault="00435251"/>
    <w:p w:rsidR="00435251" w:rsidRDefault="00435251">
      <w:pPr>
        <w:jc w:val="center"/>
        <w:rPr>
          <w:b/>
          <w:bCs/>
        </w:rPr>
      </w:pPr>
      <w:r>
        <w:rPr>
          <w:b/>
          <w:bCs/>
        </w:rPr>
        <w:t>Total Points Possible Today:  9 points (1/field demonstrated).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306"/>
        <w:gridCol w:w="886"/>
        <w:gridCol w:w="810"/>
        <w:gridCol w:w="1000"/>
        <w:gridCol w:w="1000"/>
        <w:gridCol w:w="1110"/>
        <w:gridCol w:w="1050"/>
        <w:gridCol w:w="1140"/>
        <w:gridCol w:w="700"/>
      </w:tblGrid>
      <w:tr w:rsidR="00435251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Student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rFonts w:eastAsia="Times New Roman"/>
                <w:sz w:val="18"/>
                <w:szCs w:val="18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Attendss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Tune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Knows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Review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Vocab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Cons.</w:t>
            </w: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Vs.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Diss.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Read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Play 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Harmony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rFonts w:eastAsia="Times New Roman"/>
              </w:rPr>
            </w:pPr>
          </w:p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X/7</w:t>
            </w: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 xml:space="preserve">Carrie 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Adam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Ben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Alice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Stacey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Amara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David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Isabella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Darren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Josh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Jerrod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Astrid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Tobias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Tammi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Eliott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Peggy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Lydia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Juan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Yesenia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Alex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Clementine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Carlos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  <w:tr w:rsidR="00435251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Aparna</w:t>
            </w:r>
          </w:p>
        </w:tc>
        <w:tc>
          <w:tcPr>
            <w:tcW w:w="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5251" w:rsidRDefault="00435251">
            <w:pPr>
              <w:overflowPunct/>
              <w:rPr>
                <w:sz w:val="24"/>
                <w:szCs w:val="24"/>
              </w:rPr>
            </w:pPr>
          </w:p>
        </w:tc>
      </w:tr>
    </w:tbl>
    <w:p w:rsidR="00435251" w:rsidRDefault="00435251">
      <w:pPr>
        <w:overflowPunct/>
      </w:pPr>
    </w:p>
    <w:p w:rsidR="00435251" w:rsidRDefault="00435251"/>
    <w:p w:rsidR="00435251" w:rsidRDefault="00435251">
      <w:pPr>
        <w:rPr>
          <w:b/>
          <w:bCs/>
          <w:u w:val="single"/>
        </w:rPr>
      </w:pPr>
    </w:p>
    <w:p w:rsidR="00435251" w:rsidRDefault="00435251">
      <w:pPr>
        <w:rPr>
          <w:b/>
          <w:bCs/>
          <w:u w:val="single"/>
        </w:rPr>
      </w:pPr>
      <w:r>
        <w:rPr>
          <w:b/>
          <w:bCs/>
          <w:u w:val="single"/>
        </w:rPr>
        <w:t>Lesson Test Population:</w:t>
      </w:r>
    </w:p>
    <w:p w:rsidR="00435251" w:rsidRDefault="00435251">
      <w:r>
        <w:t>About 26 students</w:t>
      </w:r>
    </w:p>
    <w:p w:rsidR="00435251" w:rsidRDefault="00435251">
      <w:r>
        <w:t>About 50%male, 50%female.</w:t>
      </w:r>
    </w:p>
    <w:p w:rsidR="00435251" w:rsidRDefault="00435251">
      <w:r>
        <w:t xml:space="preserve">Behavioral Issue:  1 student is diagnosed with ADHD. </w:t>
      </w:r>
    </w:p>
    <w:p w:rsidR="00435251" w:rsidRDefault="00435251">
      <w:r>
        <w:t>Academic: 1-2 students have IEP for reading/writing three grade levels below class grade.</w:t>
      </w:r>
    </w:p>
    <w:p w:rsidR="00435251" w:rsidRDefault="00435251">
      <w:r>
        <w:t>One other of your choice:  TAG</w:t>
      </w:r>
    </w:p>
    <w:p w:rsidR="00435251" w:rsidRDefault="00435251"/>
    <w:sectPr w:rsidR="00435251" w:rsidSect="00435251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251" w:rsidRDefault="00435251" w:rsidP="00435251">
      <w:r>
        <w:separator/>
      </w:r>
    </w:p>
  </w:endnote>
  <w:endnote w:type="continuationSeparator" w:id="1">
    <w:p w:rsidR="00435251" w:rsidRDefault="00435251" w:rsidP="00435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251" w:rsidRDefault="00435251" w:rsidP="00435251">
      <w:r>
        <w:separator/>
      </w:r>
    </w:p>
  </w:footnote>
  <w:footnote w:type="continuationSeparator" w:id="1">
    <w:p w:rsidR="00435251" w:rsidRDefault="00435251" w:rsidP="00435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  <w:p w:rsidR="00435251" w:rsidRDefault="00435251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435251"/>
    <w:rsid w:val="0043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